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1" w:rsidRDefault="00794D11">
      <w:pPr>
        <w:rPr>
          <w:rFonts w:ascii="Arial" w:hAnsi="Arial" w:cs="Arial"/>
          <w:sz w:val="22"/>
          <w:u w:val="single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3 of 7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Classroom Behaviour I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understand what is meant by Good Behaviour in a classroom 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Classroom Behaviour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Classroom Thought Bubble Image</w:t>
            </w:r>
          </w:p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Classroom Behaviour Cardsort (will also be used in Lesson 4) </w:t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  <w:r w:rsidR="003C7047">
              <w:rPr>
                <w:rFonts w:ascii="Arial" w:hAnsi="Arial" w:cs="Arial"/>
                <w:sz w:val="22"/>
              </w:rPr>
              <w:t xml:space="preserve"> + 5 Mins Feedback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encouraged to fill in thought bubbles for a range of students in the classroom</w:t>
            </w:r>
          </w:p>
        </w:tc>
        <w:tc>
          <w:tcPr>
            <w:tcW w:w="4536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reflect on the variety in their rooms e.g. some bored; some interested; some hungry; some tired </w:t>
            </w:r>
            <w:r w:rsidR="00E14805" w:rsidRPr="00794D11">
              <w:rPr>
                <w:rFonts w:ascii="Arial" w:hAnsi="Arial" w:cs="Arial"/>
                <w:sz w:val="22"/>
              </w:rPr>
              <w:t>etc.</w:t>
            </w:r>
          </w:p>
        </w:tc>
        <w:tc>
          <w:tcPr>
            <w:tcW w:w="2835" w:type="dxa"/>
            <w:vMerge w:val="restart"/>
          </w:tcPr>
          <w:p w:rsidR="00DB0029" w:rsidRPr="00794D11" w:rsidRDefault="00DB0029" w:rsidP="00953CE6">
            <w:pPr>
              <w:rPr>
                <w:rFonts w:ascii="Arial" w:hAnsi="Arial" w:cs="Arial"/>
                <w:i/>
                <w:sz w:val="22"/>
              </w:rPr>
            </w:pPr>
            <w:r w:rsidRPr="00794D11">
              <w:rPr>
                <w:rFonts w:ascii="Arial" w:hAnsi="Arial" w:cs="Arial"/>
                <w:i/>
                <w:sz w:val="22"/>
              </w:rPr>
              <w:t xml:space="preserve">If teaching this unit as part of a behaviour intervention, staff may find that it takes a long time!  Students do not naturally analyse behaviour in this way.  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Teacher input about behaviour and its importance </w:t>
            </w:r>
          </w:p>
        </w:tc>
        <w:tc>
          <w:tcPr>
            <w:tcW w:w="4536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B0029" w:rsidRPr="00794D11" w:rsidTr="00DB0029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15</w:t>
            </w:r>
            <w:r w:rsidR="003C7047">
              <w:rPr>
                <w:rFonts w:ascii="Arial" w:hAnsi="Arial" w:cs="Arial"/>
                <w:sz w:val="22"/>
              </w:rPr>
              <w:t>-20</w:t>
            </w:r>
            <w:r w:rsidRPr="00794D11">
              <w:rPr>
                <w:rFonts w:ascii="Arial" w:hAnsi="Arial" w:cs="Arial"/>
                <w:sz w:val="22"/>
              </w:rPr>
              <w:t xml:space="preserve">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given 1-2 profiles of students and asked to annotate them with: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Examples of good behaviour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Examples of poor behaviour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What the teacher thinks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What other students might think</w:t>
            </w:r>
          </w:p>
        </w:tc>
        <w:tc>
          <w:tcPr>
            <w:tcW w:w="4536" w:type="dxa"/>
            <w:vMerge w:val="restart"/>
            <w:vAlign w:val="center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develop a more nuanced understanding of behaviour and begin to question how some behaviours can be good or bad e.g. asking questions (shows curiosity but can dominate the lesson)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compare their profiles and annotations with each other. They add ideas to each other’s work.  </w:t>
            </w:r>
          </w:p>
        </w:tc>
        <w:tc>
          <w:tcPr>
            <w:tcW w:w="4536" w:type="dxa"/>
            <w:vMerge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verbally present their students to the class commenting on all 4 areas.  </w:t>
            </w:r>
          </w:p>
        </w:tc>
        <w:tc>
          <w:tcPr>
            <w:tcW w:w="4536" w:type="dxa"/>
            <w:vMerge/>
          </w:tcPr>
          <w:p w:rsidR="00DB0029" w:rsidRPr="00794D11" w:rsidRDefault="00DB0029" w:rsidP="00953CE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Reflection 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What surprised you most about the lesson? 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In what ways is behaviour different in different lessons? </w:t>
            </w:r>
          </w:p>
        </w:tc>
        <w:tc>
          <w:tcPr>
            <w:tcW w:w="4536" w:type="dxa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Specific consideration of the challenge of behaviour in a secondary context. 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p w:rsidR="00DB0029" w:rsidRPr="00794D11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D07164" w:rsidRPr="00794D11" w:rsidRDefault="00DB0029" w:rsidP="00D07164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</w:rPr>
        <w:t xml:space="preserve">Give students a profile which is close to their own behaviour!  </w:t>
      </w:r>
    </w:p>
    <w:sectPr w:rsidR="00D07164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A40" w:rsidRDefault="002A2A40" w:rsidP="002A2A40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F7AA1"/>
    <w:rsid w:val="002A2A40"/>
    <w:rsid w:val="00316C77"/>
    <w:rsid w:val="00370853"/>
    <w:rsid w:val="003C7047"/>
    <w:rsid w:val="003E7804"/>
    <w:rsid w:val="0042241F"/>
    <w:rsid w:val="007061E6"/>
    <w:rsid w:val="007612E3"/>
    <w:rsid w:val="00782A45"/>
    <w:rsid w:val="00794D11"/>
    <w:rsid w:val="00953CE6"/>
    <w:rsid w:val="009B4BE8"/>
    <w:rsid w:val="009C1174"/>
    <w:rsid w:val="00AF4138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F0C53-13BE-4CFA-82E4-994E08CE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737A4B75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2018-01-11T15:11:00Z</dcterms:created>
  <dcterms:modified xsi:type="dcterms:W3CDTF">2018-01-25T11:26:00Z</dcterms:modified>
</cp:coreProperties>
</file>